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17509" w14:textId="77777777" w:rsidR="005E69CF" w:rsidRPr="005E69CF" w:rsidRDefault="005E69CF" w:rsidP="005E69CF">
      <w:pPr>
        <w:spacing w:line="240" w:lineRule="auto"/>
        <w:jc w:val="right"/>
        <w:rPr>
          <w:rFonts w:ascii="Corbel" w:hAnsi="Corbel"/>
          <w:bCs/>
          <w:i/>
        </w:rPr>
      </w:pPr>
      <w:r w:rsidRPr="005E69CF">
        <w:rPr>
          <w:rFonts w:ascii="Corbel" w:hAnsi="Corbel"/>
          <w:bCs/>
          <w:i/>
        </w:rPr>
        <w:t>Załącznik nr 1.5 do Zarządzenia Rektora UR nr 7/2023</w:t>
      </w:r>
    </w:p>
    <w:p w14:paraId="26638B46" w14:textId="77777777" w:rsidR="005E69CF" w:rsidRPr="005E69CF" w:rsidRDefault="005E69CF" w:rsidP="005E69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E69CF">
        <w:rPr>
          <w:rFonts w:ascii="Corbel" w:hAnsi="Corbel"/>
          <w:b/>
          <w:smallCaps/>
          <w:sz w:val="24"/>
          <w:szCs w:val="24"/>
        </w:rPr>
        <w:t>SYLABUS</w:t>
      </w:r>
    </w:p>
    <w:p w14:paraId="53E2CE53" w14:textId="77777777" w:rsidR="005E69CF" w:rsidRPr="005E69CF" w:rsidRDefault="005E69CF" w:rsidP="005E69CF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E69CF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5E69CF">
        <w:rPr>
          <w:rFonts w:ascii="Corbel" w:hAnsi="Corbel"/>
          <w:smallCaps/>
          <w:sz w:val="24"/>
          <w:szCs w:val="24"/>
        </w:rPr>
        <w:t>2024-2027</w:t>
      </w:r>
      <w:r w:rsidRPr="005E69CF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3F123472" w14:textId="77777777" w:rsidR="005E69CF" w:rsidRPr="005E69CF" w:rsidRDefault="005E69CF" w:rsidP="005E69CF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5E69CF">
        <w:rPr>
          <w:rFonts w:ascii="Corbel" w:hAnsi="Corbel"/>
          <w:i/>
          <w:sz w:val="20"/>
          <w:szCs w:val="20"/>
        </w:rPr>
        <w:t>(skrajne daty</w:t>
      </w:r>
      <w:r w:rsidRPr="005E69CF">
        <w:rPr>
          <w:rFonts w:ascii="Corbel" w:hAnsi="Corbel"/>
          <w:sz w:val="20"/>
          <w:szCs w:val="20"/>
        </w:rPr>
        <w:t>)</w:t>
      </w:r>
    </w:p>
    <w:p w14:paraId="49454ACD" w14:textId="77777777" w:rsidR="005E69CF" w:rsidRPr="005E69CF" w:rsidRDefault="005E69CF" w:rsidP="005E69CF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005E69CF">
        <w:rPr>
          <w:rFonts w:ascii="Corbel" w:hAnsi="Corbel"/>
          <w:b/>
          <w:bCs/>
          <w:sz w:val="20"/>
          <w:szCs w:val="20"/>
        </w:rPr>
        <w:t>Rok akademicki 2026/2027</w:t>
      </w:r>
    </w:p>
    <w:p w14:paraId="17C7CF1D" w14:textId="77777777" w:rsidR="0085747A" w:rsidRPr="00C31D8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1D84">
        <w:rPr>
          <w:rFonts w:ascii="Corbel" w:hAnsi="Corbel"/>
          <w:szCs w:val="24"/>
        </w:rPr>
        <w:t xml:space="preserve">1. </w:t>
      </w:r>
      <w:r w:rsidR="0085747A" w:rsidRPr="00C31D84">
        <w:rPr>
          <w:rFonts w:ascii="Corbel" w:hAnsi="Corbel"/>
          <w:szCs w:val="24"/>
        </w:rPr>
        <w:t xml:space="preserve">Podstawowe </w:t>
      </w:r>
      <w:r w:rsidR="00445970" w:rsidRPr="00C31D8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31D84" w14:paraId="07DADB6E" w14:textId="77777777" w:rsidTr="008B079A">
        <w:tc>
          <w:tcPr>
            <w:tcW w:w="2694" w:type="dxa"/>
            <w:vAlign w:val="center"/>
          </w:tcPr>
          <w:p w14:paraId="676150B1" w14:textId="77777777" w:rsidR="0085747A" w:rsidRPr="00C31D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61893E" w14:textId="77777777" w:rsidR="0085747A" w:rsidRPr="0016215D" w:rsidRDefault="00B64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6215D">
              <w:rPr>
                <w:rFonts w:ascii="Corbel" w:hAnsi="Corbel"/>
                <w:sz w:val="24"/>
                <w:szCs w:val="24"/>
              </w:rPr>
              <w:t>Nowe media</w:t>
            </w:r>
          </w:p>
        </w:tc>
      </w:tr>
      <w:tr w:rsidR="0085747A" w:rsidRPr="00C31D84" w14:paraId="51F92CC7" w14:textId="77777777" w:rsidTr="008B079A">
        <w:tc>
          <w:tcPr>
            <w:tcW w:w="2694" w:type="dxa"/>
            <w:vAlign w:val="center"/>
          </w:tcPr>
          <w:p w14:paraId="7220BE82" w14:textId="77777777" w:rsidR="0085747A" w:rsidRPr="00C31D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31D8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39803A" w14:textId="77777777" w:rsidR="0085747A" w:rsidRPr="00C31D84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057D3D" w:rsidRPr="00C31D84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B64FE6" w:rsidRPr="00C31D8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B079A" w:rsidRPr="00C31D84" w14:paraId="2B9F7FB2" w14:textId="77777777" w:rsidTr="008B079A">
        <w:tc>
          <w:tcPr>
            <w:tcW w:w="2694" w:type="dxa"/>
            <w:vAlign w:val="center"/>
          </w:tcPr>
          <w:p w14:paraId="5F37A3EF" w14:textId="77777777" w:rsidR="008B079A" w:rsidRPr="00C31D84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498F943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C31D84" w14:paraId="645F5B9C" w14:textId="77777777" w:rsidTr="008B079A">
        <w:tc>
          <w:tcPr>
            <w:tcW w:w="2694" w:type="dxa"/>
            <w:vAlign w:val="center"/>
          </w:tcPr>
          <w:p w14:paraId="20F288FD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7E03AA" w14:textId="09E4AA5D" w:rsidR="008B079A" w:rsidRPr="00C31D84" w:rsidRDefault="00BA0576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057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B079A" w:rsidRPr="00C31D84" w14:paraId="4BCE3009" w14:textId="77777777" w:rsidTr="008B079A">
        <w:tc>
          <w:tcPr>
            <w:tcW w:w="2694" w:type="dxa"/>
            <w:vAlign w:val="center"/>
          </w:tcPr>
          <w:p w14:paraId="394A5B1F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9679DE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C31D84" w14:paraId="2507A24C" w14:textId="77777777" w:rsidTr="008B079A">
        <w:tc>
          <w:tcPr>
            <w:tcW w:w="2694" w:type="dxa"/>
            <w:vAlign w:val="center"/>
          </w:tcPr>
          <w:p w14:paraId="4015A2CF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13BB5D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C31D84" w14:paraId="6C9B7A4C" w14:textId="77777777" w:rsidTr="008B079A">
        <w:tc>
          <w:tcPr>
            <w:tcW w:w="2694" w:type="dxa"/>
            <w:vAlign w:val="center"/>
          </w:tcPr>
          <w:p w14:paraId="30EA0A56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9B5F15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C31D84" w14:paraId="349141B7" w14:textId="77777777" w:rsidTr="008B079A">
        <w:tc>
          <w:tcPr>
            <w:tcW w:w="2694" w:type="dxa"/>
            <w:vAlign w:val="center"/>
          </w:tcPr>
          <w:p w14:paraId="23AFB55D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CD7F16" w14:textId="0693222B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20BE3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C31D8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079A" w:rsidRPr="00C31D84" w14:paraId="28274C80" w14:textId="77777777" w:rsidTr="008B079A">
        <w:tc>
          <w:tcPr>
            <w:tcW w:w="2694" w:type="dxa"/>
            <w:vAlign w:val="center"/>
          </w:tcPr>
          <w:p w14:paraId="4392D156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275B17F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057D3D" w:rsidRPr="00C31D8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31D84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57D3D" w:rsidRPr="00C31D84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8B079A" w:rsidRPr="00C31D84" w14:paraId="2D6C5044" w14:textId="77777777" w:rsidTr="008B079A">
        <w:tc>
          <w:tcPr>
            <w:tcW w:w="2694" w:type="dxa"/>
            <w:vAlign w:val="center"/>
          </w:tcPr>
          <w:p w14:paraId="06AE8B9E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2ED9F4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C31D84" w14:paraId="32502850" w14:textId="77777777" w:rsidTr="008B079A">
        <w:tc>
          <w:tcPr>
            <w:tcW w:w="2694" w:type="dxa"/>
            <w:vAlign w:val="center"/>
          </w:tcPr>
          <w:p w14:paraId="2F500676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14BAD4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079A" w:rsidRPr="00C31D84" w14:paraId="086E90C4" w14:textId="77777777" w:rsidTr="008B079A">
        <w:tc>
          <w:tcPr>
            <w:tcW w:w="2694" w:type="dxa"/>
            <w:vAlign w:val="center"/>
          </w:tcPr>
          <w:p w14:paraId="482761F9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E6704A" w14:textId="77777777" w:rsidR="008B079A" w:rsidRPr="00C31D84" w:rsidRDefault="00CD1BF6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  <w:tr w:rsidR="008B079A" w:rsidRPr="00C31D84" w14:paraId="53E32C06" w14:textId="77777777" w:rsidTr="008B079A">
        <w:tc>
          <w:tcPr>
            <w:tcW w:w="2694" w:type="dxa"/>
            <w:vAlign w:val="center"/>
          </w:tcPr>
          <w:p w14:paraId="14B4666E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CA386A" w14:textId="77777777" w:rsidR="008B079A" w:rsidRPr="00C31D84" w:rsidRDefault="00CD1BF6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</w:tbl>
    <w:p w14:paraId="4D1CC323" w14:textId="77777777" w:rsidR="0085747A" w:rsidRPr="00C31D8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 xml:space="preserve">* </w:t>
      </w:r>
      <w:r w:rsidRPr="00C31D84">
        <w:rPr>
          <w:rFonts w:ascii="Corbel" w:hAnsi="Corbel"/>
          <w:i/>
          <w:sz w:val="24"/>
          <w:szCs w:val="24"/>
        </w:rPr>
        <w:t>-</w:t>
      </w:r>
      <w:r w:rsidR="00B90885" w:rsidRPr="00C31D8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31D84">
        <w:rPr>
          <w:rFonts w:ascii="Corbel" w:hAnsi="Corbel"/>
          <w:b w:val="0"/>
          <w:sz w:val="24"/>
          <w:szCs w:val="24"/>
        </w:rPr>
        <w:t>e,</w:t>
      </w:r>
      <w:r w:rsidRPr="00C31D84">
        <w:rPr>
          <w:rFonts w:ascii="Corbel" w:hAnsi="Corbel"/>
          <w:i/>
          <w:sz w:val="24"/>
          <w:szCs w:val="24"/>
        </w:rPr>
        <w:t xml:space="preserve"> </w:t>
      </w:r>
      <w:r w:rsidRPr="00C31D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31D84">
        <w:rPr>
          <w:rFonts w:ascii="Corbel" w:hAnsi="Corbel"/>
          <w:b w:val="0"/>
          <w:i/>
          <w:sz w:val="24"/>
          <w:szCs w:val="24"/>
        </w:rPr>
        <w:t>w Jednostce</w:t>
      </w:r>
    </w:p>
    <w:p w14:paraId="65102969" w14:textId="77777777" w:rsidR="0085747A" w:rsidRPr="00C31D8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>1.</w:t>
      </w:r>
      <w:r w:rsidR="00E22FBC" w:rsidRPr="00C31D84">
        <w:rPr>
          <w:rFonts w:ascii="Corbel" w:hAnsi="Corbel"/>
          <w:sz w:val="24"/>
          <w:szCs w:val="24"/>
        </w:rPr>
        <w:t>1</w:t>
      </w:r>
      <w:r w:rsidRPr="00C31D8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1192F6" w14:textId="77777777" w:rsidR="00923D7D" w:rsidRPr="00C31D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0"/>
        <w:gridCol w:w="783"/>
        <w:gridCol w:w="851"/>
        <w:gridCol w:w="797"/>
        <w:gridCol w:w="819"/>
        <w:gridCol w:w="756"/>
        <w:gridCol w:w="945"/>
        <w:gridCol w:w="1229"/>
        <w:gridCol w:w="1489"/>
      </w:tblGrid>
      <w:tr w:rsidR="00015B8F" w:rsidRPr="00C31D84" w14:paraId="72DCD3BB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BDD6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Semestr</w:t>
            </w:r>
          </w:p>
          <w:p w14:paraId="496285BF" w14:textId="77777777" w:rsidR="00015B8F" w:rsidRPr="00C31D8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(</w:t>
            </w:r>
            <w:r w:rsidR="00363F78" w:rsidRPr="00C31D8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C368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Wykł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25083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825D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Konw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FC47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2F7A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Sem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8FC37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099DA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Prakt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C7B92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Inne</w:t>
            </w:r>
          </w:p>
          <w:p w14:paraId="1D5B322A" w14:textId="22560576" w:rsidR="000F7882" w:rsidRPr="00C31D84" w:rsidRDefault="000F788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334C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1D84">
              <w:rPr>
                <w:rFonts w:ascii="Corbel" w:hAnsi="Corbel"/>
                <w:b/>
                <w:szCs w:val="24"/>
              </w:rPr>
              <w:t>Liczba pkt</w:t>
            </w:r>
            <w:r w:rsidR="00B90885" w:rsidRPr="00C31D84">
              <w:rPr>
                <w:rFonts w:ascii="Corbel" w:hAnsi="Corbel"/>
                <w:b/>
                <w:szCs w:val="24"/>
              </w:rPr>
              <w:t>.</w:t>
            </w:r>
            <w:r w:rsidRPr="00C31D8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31D84" w14:paraId="256EB986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A712" w14:textId="20456A45" w:rsidR="00015B8F" w:rsidRPr="00C31D84" w:rsidRDefault="00C31D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1403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92F3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68A3" w14:textId="49492748" w:rsidR="00015B8F" w:rsidRPr="00C31D84" w:rsidRDefault="00120B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38DD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55AC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63BA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B1E8" w14:textId="47135FC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FB3A" w14:textId="4CD230D7" w:rsidR="00015B8F" w:rsidRPr="00C31D84" w:rsidRDefault="00120B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DA48" w14:textId="77777777" w:rsidR="00015B8F" w:rsidRPr="00C31D84" w:rsidRDefault="00B64F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D01A74" w14:textId="77777777" w:rsidR="00923D7D" w:rsidRPr="00C31D8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6C9488" w14:textId="77777777" w:rsidR="0085747A" w:rsidRPr="00C31D8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>1.</w:t>
      </w:r>
      <w:r w:rsidR="00E22FBC" w:rsidRPr="00C31D84">
        <w:rPr>
          <w:rFonts w:ascii="Corbel" w:hAnsi="Corbel"/>
          <w:smallCaps w:val="0"/>
          <w:szCs w:val="24"/>
        </w:rPr>
        <w:t>2</w:t>
      </w:r>
      <w:r w:rsidR="00F83B28" w:rsidRPr="00C31D84">
        <w:rPr>
          <w:rFonts w:ascii="Corbel" w:hAnsi="Corbel"/>
          <w:smallCaps w:val="0"/>
          <w:szCs w:val="24"/>
        </w:rPr>
        <w:t>.</w:t>
      </w:r>
      <w:r w:rsidR="00F83B28" w:rsidRPr="00C31D84">
        <w:rPr>
          <w:rFonts w:ascii="Corbel" w:hAnsi="Corbel"/>
          <w:smallCaps w:val="0"/>
          <w:szCs w:val="24"/>
        </w:rPr>
        <w:tab/>
      </w:r>
      <w:r w:rsidRPr="00C31D84">
        <w:rPr>
          <w:rFonts w:ascii="Corbel" w:hAnsi="Corbel"/>
          <w:smallCaps w:val="0"/>
          <w:szCs w:val="24"/>
        </w:rPr>
        <w:t xml:space="preserve">Sposób realizacji zajęć  </w:t>
      </w:r>
    </w:p>
    <w:p w14:paraId="188AECAB" w14:textId="77777777" w:rsidR="0085747A" w:rsidRPr="00C31D84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C31D84">
        <w:rPr>
          <w:rFonts w:ascii="Segoe UI Symbol" w:eastAsia="MS Gothic" w:hAnsi="Segoe UI Symbol" w:cs="Segoe UI Symbol"/>
          <w:szCs w:val="24"/>
          <w:u w:val="single"/>
        </w:rPr>
        <w:t>☐</w:t>
      </w:r>
      <w:r w:rsidRPr="00C31D8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24A61123" w14:textId="77777777" w:rsidR="0085747A" w:rsidRPr="00C31D8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1D84">
        <w:rPr>
          <w:rFonts w:ascii="Segoe UI Symbol" w:eastAsia="MS Gothic" w:hAnsi="Segoe UI Symbol" w:cs="Segoe UI Symbol"/>
          <w:b w:val="0"/>
          <w:szCs w:val="24"/>
        </w:rPr>
        <w:t>☐</w:t>
      </w:r>
      <w:r w:rsidRPr="00C31D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EC1F9B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7FAACD" w14:textId="5F5C2575" w:rsidR="000F7882" w:rsidRPr="00C31D8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1.3 </w:t>
      </w:r>
      <w:r w:rsidR="00F83B28" w:rsidRPr="00C31D84">
        <w:rPr>
          <w:rFonts w:ascii="Corbel" w:hAnsi="Corbel"/>
          <w:smallCaps w:val="0"/>
          <w:szCs w:val="24"/>
        </w:rPr>
        <w:tab/>
      </w:r>
      <w:r w:rsidRPr="00C31D84">
        <w:rPr>
          <w:rFonts w:ascii="Corbel" w:hAnsi="Corbel"/>
          <w:smallCaps w:val="0"/>
          <w:szCs w:val="24"/>
        </w:rPr>
        <w:t>For</w:t>
      </w:r>
      <w:r w:rsidR="00445970" w:rsidRPr="00C31D84">
        <w:rPr>
          <w:rFonts w:ascii="Corbel" w:hAnsi="Corbel"/>
          <w:smallCaps w:val="0"/>
          <w:szCs w:val="24"/>
        </w:rPr>
        <w:t xml:space="preserve">ma zaliczenia przedmiotu </w:t>
      </w:r>
      <w:r w:rsidRPr="00C31D84">
        <w:rPr>
          <w:rFonts w:ascii="Corbel" w:hAnsi="Corbel"/>
          <w:smallCaps w:val="0"/>
          <w:szCs w:val="24"/>
        </w:rPr>
        <w:t xml:space="preserve">(z toku) </w:t>
      </w:r>
    </w:p>
    <w:p w14:paraId="2A853BC3" w14:textId="0BC8415C" w:rsidR="00E22FBC" w:rsidRPr="00C31D84" w:rsidRDefault="000F788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ab/>
      </w:r>
      <w:r w:rsidR="00E22FBC" w:rsidRPr="00C31D84">
        <w:rPr>
          <w:rFonts w:ascii="Corbel" w:hAnsi="Corbel"/>
          <w:b w:val="0"/>
          <w:smallCaps w:val="0"/>
          <w:szCs w:val="24"/>
        </w:rPr>
        <w:t>zaliczenie z oceną</w:t>
      </w:r>
    </w:p>
    <w:p w14:paraId="54527DBF" w14:textId="77777777" w:rsidR="00E960BB" w:rsidRPr="00C31D8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AED8AB" w14:textId="0BA5BA8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31D84">
        <w:rPr>
          <w:rFonts w:ascii="Corbel" w:hAnsi="Corbel"/>
          <w:szCs w:val="24"/>
        </w:rPr>
        <w:t xml:space="preserve">2.Wymagania wstępne </w:t>
      </w:r>
    </w:p>
    <w:p w14:paraId="6FF15D86" w14:textId="77777777" w:rsidR="00E022C6" w:rsidRPr="00C31D84" w:rsidRDefault="00E022C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737DD002" w14:textId="77777777" w:rsidTr="00745302">
        <w:tc>
          <w:tcPr>
            <w:tcW w:w="9670" w:type="dxa"/>
          </w:tcPr>
          <w:p w14:paraId="0E5BD16C" w14:textId="0253749E" w:rsidR="0085747A" w:rsidRPr="00C31D84" w:rsidRDefault="00BF3F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gatunków dziennikarskich oraz specyfiki systemów medialnych w Polsce oraz na świecie</w:t>
            </w:r>
          </w:p>
        </w:tc>
      </w:tr>
    </w:tbl>
    <w:p w14:paraId="3CA1CA46" w14:textId="77777777" w:rsidR="00153C41" w:rsidRPr="00C31D8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D9A87D" w14:textId="466E2C49" w:rsidR="0085747A" w:rsidRPr="00C31D84" w:rsidRDefault="00E022C6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C31D84">
        <w:rPr>
          <w:rFonts w:ascii="Corbel" w:hAnsi="Corbel"/>
          <w:szCs w:val="24"/>
        </w:rPr>
        <w:lastRenderedPageBreak/>
        <w:t>3.</w:t>
      </w:r>
      <w:r w:rsidR="0085747A" w:rsidRPr="00C31D84">
        <w:rPr>
          <w:rFonts w:ascii="Corbel" w:hAnsi="Corbel"/>
          <w:szCs w:val="24"/>
        </w:rPr>
        <w:t xml:space="preserve"> </w:t>
      </w:r>
      <w:r w:rsidR="00A84C85" w:rsidRPr="00C31D84">
        <w:rPr>
          <w:rFonts w:ascii="Corbel" w:hAnsi="Corbel"/>
          <w:szCs w:val="24"/>
        </w:rPr>
        <w:t>cele, efekty uczenia się</w:t>
      </w:r>
      <w:r w:rsidR="0085747A" w:rsidRPr="00C31D84">
        <w:rPr>
          <w:rFonts w:ascii="Corbel" w:hAnsi="Corbel"/>
          <w:szCs w:val="24"/>
        </w:rPr>
        <w:t xml:space="preserve"> , treści Programowe i stosowane metody Dydaktyczne</w:t>
      </w:r>
    </w:p>
    <w:p w14:paraId="2A217AB5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D4D8A" w14:textId="77777777" w:rsidR="0085747A" w:rsidRPr="00C31D8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 xml:space="preserve">3.1 </w:t>
      </w:r>
      <w:r w:rsidR="00C05F44" w:rsidRPr="00C31D84">
        <w:rPr>
          <w:rFonts w:ascii="Corbel" w:hAnsi="Corbel"/>
          <w:sz w:val="24"/>
          <w:szCs w:val="24"/>
        </w:rPr>
        <w:t>Cele przedmiotu</w:t>
      </w:r>
    </w:p>
    <w:p w14:paraId="39449487" w14:textId="77777777" w:rsidR="00F83B28" w:rsidRPr="00C31D8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F3FFA" w:rsidRPr="00C31D84" w14:paraId="4F4F0D63" w14:textId="77777777" w:rsidTr="00BF3FFA">
        <w:tc>
          <w:tcPr>
            <w:tcW w:w="845" w:type="dxa"/>
            <w:vAlign w:val="center"/>
          </w:tcPr>
          <w:p w14:paraId="1702E061" w14:textId="77777777" w:rsidR="00BF3FFA" w:rsidRPr="00C31D84" w:rsidRDefault="00BF3FFA" w:rsidP="00BF3F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669AD7" w14:textId="77777777" w:rsidR="00BF3FFA" w:rsidRPr="00C31D84" w:rsidRDefault="00BF3FFA" w:rsidP="00BF3F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C31D84">
              <w:rPr>
                <w:rFonts w:ascii="Corbel" w:hAnsi="Corbel"/>
                <w:b w:val="0"/>
                <w:sz w:val="24"/>
                <w:szCs w:val="22"/>
              </w:rPr>
              <w:t>Zapoznanie studentów ze sposobem definiowania nowych mediów</w:t>
            </w:r>
          </w:p>
        </w:tc>
        <w:bookmarkStart w:id="0" w:name="_GoBack"/>
        <w:bookmarkEnd w:id="0"/>
      </w:tr>
      <w:tr w:rsidR="00BF3FFA" w:rsidRPr="00C31D84" w14:paraId="55D2D8E0" w14:textId="77777777" w:rsidTr="00BF3FFA">
        <w:tc>
          <w:tcPr>
            <w:tcW w:w="845" w:type="dxa"/>
            <w:vAlign w:val="center"/>
          </w:tcPr>
          <w:p w14:paraId="26C15C4B" w14:textId="77777777" w:rsidR="00BF3FFA" w:rsidRPr="00C31D84" w:rsidRDefault="00BF3FFA" w:rsidP="00BF3F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2FE6E1A" w14:textId="77777777" w:rsidR="00BF3FFA" w:rsidRPr="00C31D84" w:rsidRDefault="00BF3FFA" w:rsidP="00BF3F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C31D84">
              <w:rPr>
                <w:rFonts w:ascii="Corbel" w:hAnsi="Corbel"/>
                <w:b w:val="0"/>
                <w:sz w:val="24"/>
                <w:szCs w:val="22"/>
              </w:rPr>
              <w:t xml:space="preserve">Zapoznanie studentów z możliwością praktycznego wykorzystania nowoczesnych technologii </w:t>
            </w:r>
          </w:p>
        </w:tc>
      </w:tr>
    </w:tbl>
    <w:p w14:paraId="14D6E5C4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394242" w14:textId="77777777" w:rsidR="001D7B54" w:rsidRPr="00C31D8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b/>
          <w:sz w:val="24"/>
          <w:szCs w:val="24"/>
        </w:rPr>
        <w:t xml:space="preserve">3.2 </w:t>
      </w:r>
      <w:r w:rsidR="001D7B54" w:rsidRPr="00C31D84">
        <w:rPr>
          <w:rFonts w:ascii="Corbel" w:hAnsi="Corbel"/>
          <w:b/>
          <w:sz w:val="24"/>
          <w:szCs w:val="24"/>
        </w:rPr>
        <w:t xml:space="preserve">Efekty </w:t>
      </w:r>
      <w:r w:rsidR="00C05F44" w:rsidRPr="00C31D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31D84">
        <w:rPr>
          <w:rFonts w:ascii="Corbel" w:hAnsi="Corbel"/>
          <w:b/>
          <w:sz w:val="24"/>
          <w:szCs w:val="24"/>
        </w:rPr>
        <w:t>dla przedmiotu</w:t>
      </w:r>
      <w:r w:rsidR="00445970" w:rsidRPr="00C31D84">
        <w:rPr>
          <w:rFonts w:ascii="Corbel" w:hAnsi="Corbel"/>
          <w:sz w:val="24"/>
          <w:szCs w:val="24"/>
        </w:rPr>
        <w:t xml:space="preserve"> </w:t>
      </w:r>
    </w:p>
    <w:p w14:paraId="16AF9E58" w14:textId="77777777" w:rsidR="001D7B54" w:rsidRPr="00C31D8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C31D84" w14:paraId="05C06DDF" w14:textId="77777777" w:rsidTr="00C016A4">
        <w:tc>
          <w:tcPr>
            <w:tcW w:w="1680" w:type="dxa"/>
            <w:vAlign w:val="center"/>
          </w:tcPr>
          <w:p w14:paraId="6A5A4A91" w14:textId="77777777" w:rsidR="0085747A" w:rsidRPr="00C31D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31D8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31D8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4EB8A26" w14:textId="77777777" w:rsidR="0085747A" w:rsidRPr="00C31D8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1F95BD" w14:textId="77777777" w:rsidR="0085747A" w:rsidRPr="00C31D8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31D8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C31D84" w14:paraId="5439D3CE" w14:textId="77777777" w:rsidTr="00C016A4">
        <w:tc>
          <w:tcPr>
            <w:tcW w:w="1680" w:type="dxa"/>
          </w:tcPr>
          <w:p w14:paraId="4243C161" w14:textId="6D15E1BA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3C5E7703" w14:textId="4BF3CC33" w:rsidR="00C016A4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na i rozumie rolę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 xml:space="preserve">nowoczesnych 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mediów w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>działalności politycznego przywódcy</w:t>
            </w:r>
          </w:p>
        </w:tc>
        <w:tc>
          <w:tcPr>
            <w:tcW w:w="1865" w:type="dxa"/>
          </w:tcPr>
          <w:p w14:paraId="0F088097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C31D84" w14:paraId="26B2F783" w14:textId="77777777" w:rsidTr="00C016A4">
        <w:tc>
          <w:tcPr>
            <w:tcW w:w="1680" w:type="dxa"/>
          </w:tcPr>
          <w:p w14:paraId="497F7375" w14:textId="77777777" w:rsidR="0085747A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97D1F61" w14:textId="4C9EDBE2" w:rsidR="0085747A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468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podstawowe techniki informacyjno-komunikacyjne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>, które przywódca polityczny może stosować w budowaniu zespołów i motywowaniu jego członków</w:t>
            </w:r>
          </w:p>
        </w:tc>
        <w:tc>
          <w:tcPr>
            <w:tcW w:w="1865" w:type="dxa"/>
          </w:tcPr>
          <w:p w14:paraId="102997D8" w14:textId="77777777" w:rsidR="0085747A" w:rsidRPr="00C31D84" w:rsidRDefault="006468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C016A4" w:rsidRPr="00C31D84" w14:paraId="2393BD4C" w14:textId="77777777" w:rsidTr="00D97814">
        <w:tc>
          <w:tcPr>
            <w:tcW w:w="1680" w:type="dxa"/>
          </w:tcPr>
          <w:p w14:paraId="3ACE1F5A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10959378" w14:textId="3F68A50B" w:rsidR="00C016A4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otrafi korzystać z technik informacyjno-komunikacyjnych w celu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 xml:space="preserve">kształtowania i wzmacniania własnego potencjału przywódczego oraz oddziaływania na grupę </w:t>
            </w:r>
          </w:p>
        </w:tc>
        <w:tc>
          <w:tcPr>
            <w:tcW w:w="1865" w:type="dxa"/>
          </w:tcPr>
          <w:p w14:paraId="554718EA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5747A" w:rsidRPr="00C31D84" w14:paraId="55D049DB" w14:textId="77777777" w:rsidTr="00C016A4">
        <w:tc>
          <w:tcPr>
            <w:tcW w:w="1680" w:type="dxa"/>
          </w:tcPr>
          <w:p w14:paraId="75D1E2D9" w14:textId="77777777" w:rsidR="0085747A" w:rsidRPr="00C31D84" w:rsidRDefault="0085747A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 w:rsidRPr="00C31D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FF8A1A9" w14:textId="6EC825B3" w:rsidR="0085747A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E5B08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analizować treści przekazu medialnego oraz wykorzystać taki przekaz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>na różnych poziomach interakcji budując własny autorytet nieformalny</w:t>
            </w:r>
          </w:p>
        </w:tc>
        <w:tc>
          <w:tcPr>
            <w:tcW w:w="1865" w:type="dxa"/>
          </w:tcPr>
          <w:p w14:paraId="505E8990" w14:textId="77777777" w:rsidR="0085747A" w:rsidRPr="00C31D84" w:rsidRDefault="008E5B08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E5B08" w:rsidRPr="00C31D84" w14:paraId="6CA1AB57" w14:textId="77777777" w:rsidTr="00C016A4">
        <w:tc>
          <w:tcPr>
            <w:tcW w:w="1680" w:type="dxa"/>
          </w:tcPr>
          <w:p w14:paraId="32AE29A8" w14:textId="77777777" w:rsidR="008E5B08" w:rsidRPr="00C31D84" w:rsidRDefault="008E5B08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5E80D65D" w14:textId="635D2E17" w:rsidR="008E5B08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8E5B08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est gotów do 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rozwoju zawodowego w tym uczenia się przez całe życie,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 xml:space="preserve">co stanowi istotę przywództwa i kształtowania osobistego autorytetu przywódczego </w:t>
            </w:r>
          </w:p>
        </w:tc>
        <w:tc>
          <w:tcPr>
            <w:tcW w:w="1865" w:type="dxa"/>
          </w:tcPr>
          <w:p w14:paraId="0FACA0CE" w14:textId="77777777" w:rsidR="008E5B08" w:rsidRPr="00C31D84" w:rsidRDefault="008E5B08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31D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113724C4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8A25EF" w14:textId="77777777" w:rsidR="0085747A" w:rsidRPr="00C31D8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1D84">
        <w:rPr>
          <w:rFonts w:ascii="Corbel" w:hAnsi="Corbel"/>
          <w:b/>
          <w:sz w:val="24"/>
          <w:szCs w:val="24"/>
        </w:rPr>
        <w:t>3.3</w:t>
      </w:r>
      <w:r w:rsidR="001D7B54" w:rsidRPr="00C31D84">
        <w:rPr>
          <w:rFonts w:ascii="Corbel" w:hAnsi="Corbel"/>
          <w:b/>
          <w:sz w:val="24"/>
          <w:szCs w:val="24"/>
        </w:rPr>
        <w:t xml:space="preserve"> </w:t>
      </w:r>
      <w:r w:rsidR="0085747A" w:rsidRPr="00C31D84">
        <w:rPr>
          <w:rFonts w:ascii="Corbel" w:hAnsi="Corbel"/>
          <w:b/>
          <w:sz w:val="24"/>
          <w:szCs w:val="24"/>
        </w:rPr>
        <w:t>T</w:t>
      </w:r>
      <w:r w:rsidR="001D7B54" w:rsidRPr="00C31D8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31D84">
        <w:rPr>
          <w:rFonts w:ascii="Corbel" w:hAnsi="Corbel"/>
          <w:sz w:val="24"/>
          <w:szCs w:val="24"/>
        </w:rPr>
        <w:t xml:space="preserve">  </w:t>
      </w:r>
    </w:p>
    <w:p w14:paraId="4DDDF42D" w14:textId="77777777" w:rsidR="0085747A" w:rsidRPr="00C31D8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 xml:space="preserve">Problematyka wykładu </w:t>
      </w:r>
    </w:p>
    <w:p w14:paraId="56ED3E95" w14:textId="77777777" w:rsidR="00675843" w:rsidRPr="00C31D8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5C257B10" w14:textId="77777777" w:rsidTr="00BF3FFA">
        <w:tc>
          <w:tcPr>
            <w:tcW w:w="9520" w:type="dxa"/>
          </w:tcPr>
          <w:p w14:paraId="6686CAF8" w14:textId="77777777" w:rsidR="0085747A" w:rsidRPr="00C31D8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3FFA" w:rsidRPr="00C31D84" w14:paraId="7D54ADB1" w14:textId="77777777" w:rsidTr="00BF3FFA">
        <w:tc>
          <w:tcPr>
            <w:tcW w:w="9520" w:type="dxa"/>
          </w:tcPr>
          <w:p w14:paraId="24EEEF07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Definiowanie i cechy nowych mediów</w:t>
            </w:r>
          </w:p>
        </w:tc>
      </w:tr>
      <w:tr w:rsidR="00BF3FFA" w:rsidRPr="00C31D84" w14:paraId="516CEE06" w14:textId="77777777" w:rsidTr="00BF3FFA">
        <w:tc>
          <w:tcPr>
            <w:tcW w:w="9520" w:type="dxa"/>
          </w:tcPr>
          <w:p w14:paraId="34984A73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Kultura cyfrowa i rozwój społeczeństwa informacyjnego</w:t>
            </w:r>
          </w:p>
        </w:tc>
      </w:tr>
      <w:tr w:rsidR="00BF3FFA" w:rsidRPr="00C31D84" w14:paraId="68DFABEC" w14:textId="77777777" w:rsidTr="00BF3FFA">
        <w:tc>
          <w:tcPr>
            <w:tcW w:w="9520" w:type="dxa"/>
          </w:tcPr>
          <w:p w14:paraId="5AF44A9F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Sposoby wykorzystywania nowych mediów: rozrywka czy narzędzie pracy</w:t>
            </w:r>
          </w:p>
        </w:tc>
      </w:tr>
      <w:tr w:rsidR="00BF3FFA" w:rsidRPr="00C31D84" w14:paraId="343F5976" w14:textId="77777777" w:rsidTr="00BF3FFA">
        <w:tc>
          <w:tcPr>
            <w:tcW w:w="9520" w:type="dxa"/>
          </w:tcPr>
          <w:p w14:paraId="67D367BB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Media zmiany - media tradycyjne wobec nowych mediów</w:t>
            </w:r>
          </w:p>
        </w:tc>
      </w:tr>
      <w:tr w:rsidR="00BF3FFA" w:rsidRPr="00C31D84" w14:paraId="2B5D82E8" w14:textId="77777777" w:rsidTr="00BF3FFA">
        <w:tc>
          <w:tcPr>
            <w:tcW w:w="9520" w:type="dxa"/>
          </w:tcPr>
          <w:p w14:paraId="7D57C640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Wojna światów (świat cyfrowy i analogowy, słowo versus obraz) w dobie XXI wieku</w:t>
            </w:r>
          </w:p>
        </w:tc>
      </w:tr>
      <w:tr w:rsidR="00BF3FFA" w:rsidRPr="00C31D84" w14:paraId="1DFDC88B" w14:textId="77777777" w:rsidTr="00BF3FFA">
        <w:tc>
          <w:tcPr>
            <w:tcW w:w="9520" w:type="dxa"/>
          </w:tcPr>
          <w:p w14:paraId="3D73C949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Społeczeństwo sieci</w:t>
            </w:r>
          </w:p>
        </w:tc>
      </w:tr>
      <w:tr w:rsidR="00BF3FFA" w:rsidRPr="00C31D84" w14:paraId="12CFA410" w14:textId="77777777" w:rsidTr="00BF3FFA">
        <w:tc>
          <w:tcPr>
            <w:tcW w:w="9520" w:type="dxa"/>
          </w:tcPr>
          <w:p w14:paraId="2C0339DD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Telewizja i radio w internetowej postaci</w:t>
            </w:r>
          </w:p>
        </w:tc>
      </w:tr>
      <w:tr w:rsidR="00BF3FFA" w:rsidRPr="00C31D84" w14:paraId="194C0E3B" w14:textId="77777777" w:rsidTr="00BF3FFA">
        <w:tc>
          <w:tcPr>
            <w:tcW w:w="9520" w:type="dxa"/>
          </w:tcPr>
          <w:p w14:paraId="42D5A5F2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Dziennikarstwo obywatelskie</w:t>
            </w:r>
          </w:p>
        </w:tc>
      </w:tr>
      <w:tr w:rsidR="00BF3FFA" w:rsidRPr="00C31D84" w14:paraId="1C82BA2D" w14:textId="77777777" w:rsidTr="00BF3FFA">
        <w:tc>
          <w:tcPr>
            <w:tcW w:w="9520" w:type="dxa"/>
          </w:tcPr>
          <w:p w14:paraId="15CAB4B1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Cyfrowe wykluczenie</w:t>
            </w:r>
          </w:p>
        </w:tc>
      </w:tr>
    </w:tbl>
    <w:p w14:paraId="5E2D1BF3" w14:textId="77777777" w:rsidR="0085747A" w:rsidRPr="00C31D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961DAF" w14:textId="77777777" w:rsidR="0085747A" w:rsidRPr="00C31D8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31D84">
        <w:rPr>
          <w:rFonts w:ascii="Corbel" w:hAnsi="Corbel"/>
          <w:sz w:val="24"/>
          <w:szCs w:val="24"/>
        </w:rPr>
        <w:t xml:space="preserve">, </w:t>
      </w:r>
      <w:r w:rsidRPr="00C31D84">
        <w:rPr>
          <w:rFonts w:ascii="Corbel" w:hAnsi="Corbel"/>
          <w:sz w:val="24"/>
          <w:szCs w:val="24"/>
        </w:rPr>
        <w:t xml:space="preserve">zajęć praktycznych </w:t>
      </w:r>
    </w:p>
    <w:p w14:paraId="30FD8556" w14:textId="77777777" w:rsidR="0085747A" w:rsidRPr="00C31D8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21CD37C7" w14:textId="77777777" w:rsidTr="00923D7D">
        <w:tc>
          <w:tcPr>
            <w:tcW w:w="9639" w:type="dxa"/>
          </w:tcPr>
          <w:p w14:paraId="08F10804" w14:textId="77777777" w:rsidR="0085747A" w:rsidRPr="00C31D8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1D84" w14:paraId="620C8996" w14:textId="77777777" w:rsidTr="00923D7D">
        <w:tc>
          <w:tcPr>
            <w:tcW w:w="9639" w:type="dxa"/>
          </w:tcPr>
          <w:p w14:paraId="58E19B38" w14:textId="77777777" w:rsidR="0085747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 xml:space="preserve">Wizyta studyjna w rzeszowskich mediach </w:t>
            </w:r>
          </w:p>
        </w:tc>
      </w:tr>
      <w:tr w:rsidR="0085747A" w:rsidRPr="00C31D84" w14:paraId="29C83F07" w14:textId="77777777" w:rsidTr="00923D7D">
        <w:tc>
          <w:tcPr>
            <w:tcW w:w="9639" w:type="dxa"/>
          </w:tcPr>
          <w:p w14:paraId="16071BF5" w14:textId="77777777" w:rsidR="0085747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 xml:space="preserve">Udział w spotkaniach z dziennikarzami </w:t>
            </w:r>
          </w:p>
        </w:tc>
      </w:tr>
      <w:tr w:rsidR="0085747A" w:rsidRPr="00C31D84" w14:paraId="2099195C" w14:textId="77777777" w:rsidTr="00923D7D">
        <w:tc>
          <w:tcPr>
            <w:tcW w:w="9639" w:type="dxa"/>
          </w:tcPr>
          <w:p w14:paraId="0226ABCA" w14:textId="77777777" w:rsidR="0085747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Tworzenie materiałów prasowych</w:t>
            </w:r>
          </w:p>
        </w:tc>
      </w:tr>
      <w:tr w:rsidR="00BF3FFA" w:rsidRPr="00C31D84" w14:paraId="2B4A116D" w14:textId="77777777" w:rsidTr="00923D7D">
        <w:tc>
          <w:tcPr>
            <w:tcW w:w="9639" w:type="dxa"/>
          </w:tcPr>
          <w:p w14:paraId="2C6EA203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lastRenderedPageBreak/>
              <w:t>Nagrywanie reportaży</w:t>
            </w:r>
          </w:p>
        </w:tc>
      </w:tr>
      <w:tr w:rsidR="00BF3FFA" w:rsidRPr="00C31D84" w14:paraId="226C1D1F" w14:textId="77777777" w:rsidTr="00923D7D">
        <w:tc>
          <w:tcPr>
            <w:tcW w:w="9639" w:type="dxa"/>
          </w:tcPr>
          <w:p w14:paraId="538B4F40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Tworzenie postów w mediach społecznościowych</w:t>
            </w:r>
          </w:p>
        </w:tc>
      </w:tr>
      <w:tr w:rsidR="00BF3FFA" w:rsidRPr="00C31D84" w14:paraId="03F6661B" w14:textId="77777777" w:rsidTr="00923D7D">
        <w:tc>
          <w:tcPr>
            <w:tcW w:w="9639" w:type="dxa"/>
          </w:tcPr>
          <w:p w14:paraId="28A6040E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Raportowanie o bieżących wydarzeniach społecznych, kulturalnych i politycznych z regionu</w:t>
            </w:r>
          </w:p>
        </w:tc>
      </w:tr>
      <w:tr w:rsidR="00BF3FFA" w:rsidRPr="00C31D84" w14:paraId="0B14C92A" w14:textId="77777777" w:rsidTr="00923D7D">
        <w:tc>
          <w:tcPr>
            <w:tcW w:w="9639" w:type="dxa"/>
          </w:tcPr>
          <w:p w14:paraId="1EB7C532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Tworzenie ankiety i kwestionariusza pytań/badania ankietowe</w:t>
            </w:r>
          </w:p>
        </w:tc>
      </w:tr>
      <w:tr w:rsidR="00BF3FFA" w:rsidRPr="00C31D84" w14:paraId="431E7021" w14:textId="77777777" w:rsidTr="00923D7D">
        <w:tc>
          <w:tcPr>
            <w:tcW w:w="9639" w:type="dxa"/>
          </w:tcPr>
          <w:p w14:paraId="3775F400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Lustro weneckie, czyli mapa emocji w praktyce</w:t>
            </w:r>
          </w:p>
        </w:tc>
      </w:tr>
    </w:tbl>
    <w:p w14:paraId="01C06A73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C063B1" w14:textId="77777777" w:rsidR="0085747A" w:rsidRPr="00C31D8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>3.4 Metody dydaktyczne</w:t>
      </w:r>
      <w:r w:rsidRPr="00C31D84">
        <w:rPr>
          <w:rFonts w:ascii="Corbel" w:hAnsi="Corbel"/>
          <w:b w:val="0"/>
          <w:smallCaps w:val="0"/>
          <w:szCs w:val="24"/>
        </w:rPr>
        <w:t xml:space="preserve"> </w:t>
      </w:r>
    </w:p>
    <w:p w14:paraId="467AFD77" w14:textId="60499723" w:rsidR="00E21E7D" w:rsidRPr="00C31D84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31D84">
        <w:rPr>
          <w:rFonts w:ascii="Corbel" w:hAnsi="Corbel"/>
          <w:sz w:val="20"/>
          <w:szCs w:val="20"/>
        </w:rPr>
        <w:t xml:space="preserve"> </w:t>
      </w:r>
    </w:p>
    <w:p w14:paraId="5270AC2F" w14:textId="77777777" w:rsidR="00BF3FFA" w:rsidRPr="00C31D84" w:rsidRDefault="00BF3FFA" w:rsidP="00BF3F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b w:val="0"/>
          <w:smallCaps w:val="0"/>
          <w:szCs w:val="24"/>
        </w:rPr>
        <w:t>Konwersatorium: wykład problemowy z prezentacją</w:t>
      </w:r>
    </w:p>
    <w:p w14:paraId="478A70A6" w14:textId="77777777" w:rsidR="00BF3FFA" w:rsidRPr="00C31D84" w:rsidRDefault="00807D65" w:rsidP="00BF3F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b w:val="0"/>
          <w:smallCaps w:val="0"/>
          <w:szCs w:val="24"/>
        </w:rPr>
        <w:t>Warsztaty</w:t>
      </w:r>
      <w:r w:rsidR="00BF3FFA" w:rsidRPr="00C31D84">
        <w:rPr>
          <w:rFonts w:ascii="Corbel" w:hAnsi="Corbel"/>
          <w:b w:val="0"/>
          <w:smallCaps w:val="0"/>
          <w:szCs w:val="24"/>
        </w:rPr>
        <w:t>: obserwacja studenta, ocena jego aktywności</w:t>
      </w:r>
    </w:p>
    <w:p w14:paraId="25106786" w14:textId="77777777" w:rsidR="00E960BB" w:rsidRPr="00C31D8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FBAC0" w14:textId="77777777" w:rsidR="0085747A" w:rsidRPr="00C31D8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4. </w:t>
      </w:r>
      <w:r w:rsidR="0085747A" w:rsidRPr="00C31D84">
        <w:rPr>
          <w:rFonts w:ascii="Corbel" w:hAnsi="Corbel"/>
          <w:smallCaps w:val="0"/>
          <w:szCs w:val="24"/>
        </w:rPr>
        <w:t>METODY I KRYTERIA OCENY</w:t>
      </w:r>
      <w:r w:rsidR="009F4610" w:rsidRPr="00C31D84">
        <w:rPr>
          <w:rFonts w:ascii="Corbel" w:hAnsi="Corbel"/>
          <w:smallCaps w:val="0"/>
          <w:szCs w:val="24"/>
        </w:rPr>
        <w:t xml:space="preserve"> </w:t>
      </w:r>
    </w:p>
    <w:p w14:paraId="277C3F3B" w14:textId="77777777" w:rsidR="00923D7D" w:rsidRPr="00C31D8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927374" w14:textId="77777777" w:rsidR="0085747A" w:rsidRPr="00C31D8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31D84">
        <w:rPr>
          <w:rFonts w:ascii="Corbel" w:hAnsi="Corbel"/>
          <w:smallCaps w:val="0"/>
          <w:szCs w:val="24"/>
        </w:rPr>
        <w:t>uczenia się</w:t>
      </w:r>
    </w:p>
    <w:p w14:paraId="61640BBF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31D84" w14:paraId="41E614D4" w14:textId="77777777" w:rsidTr="00807D65">
        <w:tc>
          <w:tcPr>
            <w:tcW w:w="1962" w:type="dxa"/>
            <w:vAlign w:val="center"/>
          </w:tcPr>
          <w:p w14:paraId="562379B9" w14:textId="77777777" w:rsidR="0085747A" w:rsidRPr="00C31D8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A019828" w14:textId="77777777" w:rsidR="0085747A" w:rsidRPr="00C31D8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370A3B" w14:textId="77777777" w:rsidR="0085747A" w:rsidRPr="00C31D8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C9028CA" w14:textId="77777777" w:rsidR="00923D7D" w:rsidRPr="00C31D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799F6E" w14:textId="77777777" w:rsidR="0085747A" w:rsidRPr="00C31D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31D8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31D8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07D65" w:rsidRPr="00C31D84" w14:paraId="59FC7281" w14:textId="77777777" w:rsidTr="00807D65">
        <w:tc>
          <w:tcPr>
            <w:tcW w:w="1962" w:type="dxa"/>
          </w:tcPr>
          <w:p w14:paraId="32B9E900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31D8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31D84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212C72A1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413644DC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6BB6C210" w14:textId="77777777" w:rsidTr="00807D65">
        <w:tc>
          <w:tcPr>
            <w:tcW w:w="1962" w:type="dxa"/>
          </w:tcPr>
          <w:p w14:paraId="44C19CC0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2A73C14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74B8AC4B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341EC477" w14:textId="77777777" w:rsidTr="00807D65">
        <w:tc>
          <w:tcPr>
            <w:tcW w:w="1962" w:type="dxa"/>
          </w:tcPr>
          <w:p w14:paraId="5D3FD3BA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4AA6068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47416DD1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4E9A713D" w14:textId="77777777" w:rsidTr="00807D65">
        <w:tc>
          <w:tcPr>
            <w:tcW w:w="1962" w:type="dxa"/>
          </w:tcPr>
          <w:p w14:paraId="1B63E565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641733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34DAF29E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6E1A4C7F" w14:textId="77777777" w:rsidTr="00807D65">
        <w:tc>
          <w:tcPr>
            <w:tcW w:w="1962" w:type="dxa"/>
          </w:tcPr>
          <w:p w14:paraId="15F702D6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0347EC5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38F019CB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</w:tbl>
    <w:p w14:paraId="01F5967B" w14:textId="77777777" w:rsidR="00923D7D" w:rsidRPr="00C31D8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AA75A" w14:textId="77777777" w:rsidR="0085747A" w:rsidRPr="00C31D8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4.2 </w:t>
      </w:r>
      <w:r w:rsidR="0085747A" w:rsidRPr="00C31D8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31D84">
        <w:rPr>
          <w:rFonts w:ascii="Corbel" w:hAnsi="Corbel"/>
          <w:smallCaps w:val="0"/>
          <w:szCs w:val="24"/>
        </w:rPr>
        <w:t xml:space="preserve"> </w:t>
      </w:r>
    </w:p>
    <w:p w14:paraId="59130A27" w14:textId="77777777" w:rsidR="00923D7D" w:rsidRPr="00C31D8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1172EDBB" w14:textId="77777777" w:rsidTr="00923D7D">
        <w:tc>
          <w:tcPr>
            <w:tcW w:w="9670" w:type="dxa"/>
          </w:tcPr>
          <w:p w14:paraId="2D2DF02A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>Konwersatorium:</w:t>
            </w:r>
          </w:p>
          <w:p w14:paraId="56634F07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 xml:space="preserve">Na ocenę z konwersatorium składać się będą: ocena cząstkowa z obecności na zajęciach, ocena cząstkowa z aktywności studenta na zajęciach; ocena cząstkowa z prezentacji przygotowanych na zajęcia i ocena uzyskana z zaliczenia ustnego. </w:t>
            </w:r>
          </w:p>
          <w:p w14:paraId="3ADB9C3B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1605515D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>Warsztaty:</w:t>
            </w:r>
          </w:p>
          <w:p w14:paraId="650F0CAA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 xml:space="preserve">Na ocenę z warsztatów składać się będą: ocena cząstkowa z obecności na zajęciach, ocena cząstkowa z aktywności studenta na zajęciach; ocena cząstkowa z pracy przy komputerze i ocena uzyskana z zaliczenia ustnego. </w:t>
            </w:r>
          </w:p>
          <w:p w14:paraId="0D65B239" w14:textId="77777777" w:rsidR="0085747A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116DB2E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328AF" w14:textId="4FDFD042" w:rsidR="009F4610" w:rsidRPr="00C31D84" w:rsidRDefault="00C31D8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C31D8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C31D8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9CAB85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31D84" w14:paraId="4D377947" w14:textId="77777777" w:rsidTr="003E1941">
        <w:tc>
          <w:tcPr>
            <w:tcW w:w="4962" w:type="dxa"/>
            <w:vAlign w:val="center"/>
          </w:tcPr>
          <w:p w14:paraId="0A6D12D8" w14:textId="77777777" w:rsidR="0085747A" w:rsidRPr="00C31D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1D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31D8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31D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788FF5" w14:textId="77777777" w:rsidR="0085747A" w:rsidRPr="00C31D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1D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31D8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31D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31D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31D84" w14:paraId="3143623B" w14:textId="77777777" w:rsidTr="00923D7D">
        <w:tc>
          <w:tcPr>
            <w:tcW w:w="4962" w:type="dxa"/>
          </w:tcPr>
          <w:p w14:paraId="64347960" w14:textId="56AD7237" w:rsidR="0085747A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G</w:t>
            </w:r>
            <w:r w:rsidR="0085747A" w:rsidRPr="00C31D8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C31D8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31D8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31D8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2136E2" w14:textId="0F5FE37D" w:rsidR="0085747A" w:rsidRPr="00C31D84" w:rsidRDefault="00A32B55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61DC5" w:rsidRPr="00C31D84" w14:paraId="7D8B7377" w14:textId="77777777" w:rsidTr="00923D7D">
        <w:tc>
          <w:tcPr>
            <w:tcW w:w="4962" w:type="dxa"/>
          </w:tcPr>
          <w:p w14:paraId="011C3B04" w14:textId="77777777" w:rsidR="00C61DC5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31D8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10CA2B" w14:textId="77777777" w:rsidR="00C61DC5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289290" w14:textId="61C9E4BE" w:rsidR="00C61DC5" w:rsidRPr="00C31D84" w:rsidRDefault="00120BE3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C31D84" w14:paraId="15C7B7EC" w14:textId="77777777" w:rsidTr="00923D7D">
        <w:tc>
          <w:tcPr>
            <w:tcW w:w="4962" w:type="dxa"/>
          </w:tcPr>
          <w:p w14:paraId="69D999EC" w14:textId="77777777" w:rsidR="0071620A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BF2D45D" w14:textId="77777777" w:rsidR="00C61DC5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C9E7A1" w14:textId="2510579E" w:rsidR="00C61DC5" w:rsidRPr="00C31D84" w:rsidRDefault="00120BE3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C31D84" w14:paraId="13D47B5E" w14:textId="77777777" w:rsidTr="00923D7D">
        <w:tc>
          <w:tcPr>
            <w:tcW w:w="4962" w:type="dxa"/>
          </w:tcPr>
          <w:p w14:paraId="29E7A790" w14:textId="77777777" w:rsidR="0085747A" w:rsidRPr="00C31D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13F616" w14:textId="5897951A" w:rsidR="0085747A" w:rsidRPr="00C31D84" w:rsidRDefault="00050506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A32B5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C31D84" w14:paraId="7031CFD8" w14:textId="77777777" w:rsidTr="00923D7D">
        <w:tc>
          <w:tcPr>
            <w:tcW w:w="4962" w:type="dxa"/>
          </w:tcPr>
          <w:p w14:paraId="598D82AA" w14:textId="77777777" w:rsidR="0085747A" w:rsidRPr="00C31D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1D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DA9278" w14:textId="77777777" w:rsidR="0085747A" w:rsidRPr="00C31D84" w:rsidRDefault="00807D65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1FF91E5" w14:textId="77777777" w:rsidR="0085747A" w:rsidRPr="00C31D8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31D8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31D8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8CE4EC" w14:textId="77777777" w:rsidR="003E1941" w:rsidRPr="00C31D8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36E656" w14:textId="77777777" w:rsidR="0085747A" w:rsidRPr="00C31D8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6. </w:t>
      </w:r>
      <w:r w:rsidR="0085747A" w:rsidRPr="00C31D84">
        <w:rPr>
          <w:rFonts w:ascii="Corbel" w:hAnsi="Corbel"/>
          <w:smallCaps w:val="0"/>
          <w:szCs w:val="24"/>
        </w:rPr>
        <w:t>PRAKTYKI ZAWO</w:t>
      </w:r>
      <w:r w:rsidR="009D3F3B" w:rsidRPr="00C31D84">
        <w:rPr>
          <w:rFonts w:ascii="Corbel" w:hAnsi="Corbel"/>
          <w:smallCaps w:val="0"/>
          <w:szCs w:val="24"/>
        </w:rPr>
        <w:t>DOWE W RAMACH PRZEDMIOTU</w:t>
      </w:r>
    </w:p>
    <w:p w14:paraId="512F3859" w14:textId="77777777" w:rsidR="0085747A" w:rsidRPr="00C31D8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31D84" w14:paraId="048AC853" w14:textId="77777777" w:rsidTr="0071620A">
        <w:trPr>
          <w:trHeight w:val="397"/>
        </w:trPr>
        <w:tc>
          <w:tcPr>
            <w:tcW w:w="3544" w:type="dxa"/>
          </w:tcPr>
          <w:p w14:paraId="1B9196A2" w14:textId="77777777" w:rsidR="0085747A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4C98B2" w14:textId="0AEE21A1" w:rsidR="0085747A" w:rsidRPr="00C31D84" w:rsidRDefault="000F78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31D84" w14:paraId="1217C6AF" w14:textId="77777777" w:rsidTr="0071620A">
        <w:trPr>
          <w:trHeight w:val="397"/>
        </w:trPr>
        <w:tc>
          <w:tcPr>
            <w:tcW w:w="3544" w:type="dxa"/>
          </w:tcPr>
          <w:p w14:paraId="5B33BB98" w14:textId="77777777" w:rsidR="0085747A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B08CD5" w14:textId="08F28133" w:rsidR="0085747A" w:rsidRPr="00C31D84" w:rsidRDefault="000F78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52DF25B" w14:textId="77777777" w:rsidR="003E1941" w:rsidRPr="00C31D8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B74B2D" w14:textId="77777777" w:rsidR="0085747A" w:rsidRPr="00C31D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7. </w:t>
      </w:r>
      <w:r w:rsidR="0085747A" w:rsidRPr="00C31D84">
        <w:rPr>
          <w:rFonts w:ascii="Corbel" w:hAnsi="Corbel"/>
          <w:smallCaps w:val="0"/>
          <w:szCs w:val="24"/>
        </w:rPr>
        <w:t>LITERATURA</w:t>
      </w:r>
      <w:r w:rsidRPr="00C31D84">
        <w:rPr>
          <w:rFonts w:ascii="Corbel" w:hAnsi="Corbel"/>
          <w:smallCaps w:val="0"/>
          <w:szCs w:val="24"/>
        </w:rPr>
        <w:t xml:space="preserve"> </w:t>
      </w:r>
    </w:p>
    <w:p w14:paraId="18CBC714" w14:textId="77777777" w:rsidR="00675843" w:rsidRPr="00C31D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31D84" w14:paraId="4F3E6C8D" w14:textId="77777777" w:rsidTr="0071620A">
        <w:trPr>
          <w:trHeight w:val="397"/>
        </w:trPr>
        <w:tc>
          <w:tcPr>
            <w:tcW w:w="7513" w:type="dxa"/>
          </w:tcPr>
          <w:p w14:paraId="5CA119EA" w14:textId="19844354" w:rsidR="0085747A" w:rsidRDefault="0085747A" w:rsidP="0016215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6215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217ADE2" w14:textId="77777777" w:rsidR="0016215D" w:rsidRPr="0016215D" w:rsidRDefault="0016215D" w:rsidP="0016215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B6C0312" w14:textId="77777777" w:rsidR="00807D65" w:rsidRPr="00C31D84" w:rsidRDefault="00807D65" w:rsidP="001621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C31D84">
              <w:rPr>
                <w:rFonts w:ascii="Corbel" w:hAnsi="Corbel"/>
                <w:b w:val="0"/>
                <w:smallCaps w:val="0"/>
              </w:rPr>
              <w:t>Castells</w:t>
            </w:r>
            <w:proofErr w:type="spellEnd"/>
            <w:r w:rsidRPr="00C31D84">
              <w:rPr>
                <w:rFonts w:ascii="Corbel" w:hAnsi="Corbel"/>
                <w:b w:val="0"/>
                <w:smallCaps w:val="0"/>
              </w:rPr>
              <w:t xml:space="preserve"> M., </w:t>
            </w:r>
            <w:r w:rsidRPr="00C31D84">
              <w:rPr>
                <w:rFonts w:ascii="Corbel" w:hAnsi="Corbel"/>
                <w:b w:val="0"/>
                <w:i/>
                <w:smallCaps w:val="0"/>
              </w:rPr>
              <w:t>Społeczeństwo sieci</w:t>
            </w:r>
            <w:r w:rsidRPr="00C31D84">
              <w:rPr>
                <w:rFonts w:ascii="Corbel" w:hAnsi="Corbel"/>
                <w:b w:val="0"/>
                <w:smallCaps w:val="0"/>
              </w:rPr>
              <w:t xml:space="preserve">, przekład z j. ang. M. </w:t>
            </w:r>
            <w:proofErr w:type="spellStart"/>
            <w:r w:rsidRPr="00C31D84">
              <w:rPr>
                <w:rFonts w:ascii="Corbel" w:hAnsi="Corbel"/>
                <w:b w:val="0"/>
                <w:smallCaps w:val="0"/>
              </w:rPr>
              <w:t>Marody</w:t>
            </w:r>
            <w:proofErr w:type="spellEnd"/>
            <w:r w:rsidRPr="00C31D84">
              <w:rPr>
                <w:rFonts w:ascii="Corbel" w:hAnsi="Corbel"/>
                <w:b w:val="0"/>
                <w:smallCaps w:val="0"/>
              </w:rPr>
              <w:t>, Wydawnictwo Naukowe PWN, Warszawa 2010.</w:t>
            </w:r>
          </w:p>
          <w:p w14:paraId="69BE93F1" w14:textId="77777777" w:rsidR="00807D65" w:rsidRPr="00C31D84" w:rsidRDefault="00807D65" w:rsidP="001621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31D84" w14:paraId="594EC770" w14:textId="77777777" w:rsidTr="0071620A">
        <w:trPr>
          <w:trHeight w:val="397"/>
        </w:trPr>
        <w:tc>
          <w:tcPr>
            <w:tcW w:w="7513" w:type="dxa"/>
          </w:tcPr>
          <w:p w14:paraId="28D73B8F" w14:textId="61766BB3" w:rsidR="00807D65" w:rsidRDefault="0085747A" w:rsidP="0016215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6215D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170E9F81" w14:textId="77777777" w:rsidR="0016215D" w:rsidRPr="0016215D" w:rsidRDefault="0016215D" w:rsidP="0016215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414AAB9" w14:textId="77777777" w:rsidR="00807D65" w:rsidRPr="00C31D84" w:rsidRDefault="00807D65" w:rsidP="0016215D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 xml:space="preserve">Barney D., </w:t>
            </w:r>
            <w:r w:rsidRPr="00C31D84">
              <w:rPr>
                <w:rFonts w:ascii="Corbel" w:hAnsi="Corbel"/>
                <w:b w:val="0"/>
                <w:i/>
                <w:smallCaps w:val="0"/>
              </w:rPr>
              <w:t>Społeczeństwo sieci</w:t>
            </w:r>
            <w:r w:rsidRPr="00C31D84">
              <w:rPr>
                <w:rFonts w:ascii="Corbel" w:hAnsi="Corbel"/>
                <w:b w:val="0"/>
                <w:smallCaps w:val="0"/>
              </w:rPr>
              <w:t>, Sic!, Warszawa 2008.</w:t>
            </w:r>
          </w:p>
          <w:p w14:paraId="07E669E1" w14:textId="77777777" w:rsidR="00807D65" w:rsidRPr="00C31D84" w:rsidRDefault="00807D65" w:rsidP="0016215D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proofErr w:type="spellStart"/>
            <w:r w:rsidRPr="00C31D84">
              <w:rPr>
                <w:rFonts w:ascii="Corbel" w:hAnsi="Corbel"/>
                <w:sz w:val="24"/>
                <w:lang w:val="de-DE"/>
              </w:rPr>
              <w:t>Godzic</w:t>
            </w:r>
            <w:proofErr w:type="spellEnd"/>
            <w:r w:rsidRPr="00C31D84">
              <w:rPr>
                <w:rFonts w:ascii="Corbel" w:hAnsi="Corbel"/>
                <w:sz w:val="24"/>
                <w:lang w:val="de-DE"/>
              </w:rPr>
              <w:t xml:space="preserve"> W., Bauer Z. (red.), </w:t>
            </w:r>
            <w:r w:rsidRPr="00C31D84">
              <w:rPr>
                <w:rFonts w:ascii="Corbel" w:hAnsi="Corbel"/>
                <w:i/>
                <w:sz w:val="24"/>
                <w:lang w:val="de-DE"/>
              </w:rPr>
              <w:t>E-</w:t>
            </w:r>
            <w:proofErr w:type="spellStart"/>
            <w:r w:rsidRPr="00C31D84">
              <w:rPr>
                <w:rFonts w:ascii="Corbel" w:hAnsi="Corbel"/>
                <w:i/>
                <w:sz w:val="24"/>
                <w:lang w:val="de-DE"/>
              </w:rPr>
              <w:t>gatunki</w:t>
            </w:r>
            <w:proofErr w:type="spellEnd"/>
            <w:r w:rsidRPr="00C31D84">
              <w:rPr>
                <w:rFonts w:ascii="Corbel" w:hAnsi="Corbel"/>
                <w:i/>
                <w:sz w:val="24"/>
                <w:lang w:val="de-DE"/>
              </w:rPr>
              <w:t xml:space="preserve">. </w:t>
            </w:r>
            <w:r w:rsidRPr="00C31D84">
              <w:rPr>
                <w:rFonts w:ascii="Corbel" w:hAnsi="Corbel"/>
                <w:i/>
                <w:sz w:val="24"/>
              </w:rPr>
              <w:t>Dziennikarz w nowej przestrzeni komunikowania</w:t>
            </w:r>
            <w:r w:rsidRPr="00C31D84">
              <w:rPr>
                <w:rFonts w:ascii="Corbel" w:hAnsi="Corbel"/>
                <w:sz w:val="24"/>
              </w:rPr>
              <w:t xml:space="preserve">, </w:t>
            </w:r>
            <w:proofErr w:type="spellStart"/>
            <w:r w:rsidRPr="00C31D84">
              <w:rPr>
                <w:rFonts w:ascii="Corbel" w:hAnsi="Corbel"/>
                <w:sz w:val="24"/>
              </w:rPr>
              <w:t>Poltext</w:t>
            </w:r>
            <w:proofErr w:type="spellEnd"/>
            <w:r w:rsidRPr="00C31D84">
              <w:rPr>
                <w:rFonts w:ascii="Corbel" w:hAnsi="Corbel"/>
                <w:sz w:val="24"/>
              </w:rPr>
              <w:t>, Warszawa 2015.</w:t>
            </w:r>
          </w:p>
          <w:p w14:paraId="2D789B15" w14:textId="77777777" w:rsidR="00807D65" w:rsidRPr="00C31D84" w:rsidRDefault="00807D65" w:rsidP="0016215D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 xml:space="preserve">Nowe media a media tradycyjne : prasa, reklama, </w:t>
            </w:r>
            <w:proofErr w:type="spellStart"/>
            <w:r w:rsidRPr="00C31D84">
              <w:rPr>
                <w:rFonts w:ascii="Corbel" w:hAnsi="Corbel"/>
                <w:i/>
                <w:sz w:val="24"/>
              </w:rPr>
              <w:t>internet</w:t>
            </w:r>
            <w:proofErr w:type="spellEnd"/>
            <w:r w:rsidRPr="00C31D84">
              <w:rPr>
                <w:rFonts w:ascii="Corbel" w:hAnsi="Corbel"/>
                <w:sz w:val="24"/>
              </w:rPr>
              <w:t>, red. M. Jeziński,  Adam Marszałek,  Toruń 2009.</w:t>
            </w:r>
          </w:p>
          <w:p w14:paraId="06E22CE7" w14:textId="77777777" w:rsidR="00807D65" w:rsidRPr="00C31D84" w:rsidRDefault="00807D65" w:rsidP="0016215D">
            <w:pPr>
              <w:spacing w:after="0"/>
              <w:contextualSpacing/>
              <w:jc w:val="both"/>
              <w:rPr>
                <w:rFonts w:ascii="Corbel" w:hAnsi="Corbel"/>
                <w:i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>Nowe media. Implikacje kulturowe, językowe i edukacyjne</w:t>
            </w:r>
            <w:r w:rsidRPr="00C31D84">
              <w:rPr>
                <w:rFonts w:ascii="Corbel" w:hAnsi="Corbel"/>
                <w:sz w:val="24"/>
              </w:rPr>
              <w:t>, red. M. Karwatowska, B. Jarosz, Wydawnictwo UMCS, Lublin 2015.</w:t>
            </w:r>
            <w:r w:rsidRPr="00C31D84">
              <w:rPr>
                <w:rFonts w:ascii="Corbel" w:hAnsi="Corbel"/>
                <w:i/>
                <w:sz w:val="24"/>
              </w:rPr>
              <w:t xml:space="preserve"> </w:t>
            </w:r>
          </w:p>
          <w:p w14:paraId="2DE15D34" w14:textId="77777777" w:rsidR="00807D65" w:rsidRPr="00C31D84" w:rsidRDefault="00807D65" w:rsidP="0016215D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>Nowe media - możliwości i pułapki</w:t>
            </w:r>
            <w:r w:rsidRPr="00C31D84">
              <w:rPr>
                <w:rFonts w:ascii="Corbel" w:hAnsi="Corbel"/>
                <w:sz w:val="24"/>
              </w:rPr>
              <w:t xml:space="preserve">, red. A. Adamski, M. Laskowska, Wydawnictwo </w:t>
            </w:r>
            <w:proofErr w:type="spellStart"/>
            <w:r w:rsidRPr="00C31D84">
              <w:rPr>
                <w:rFonts w:ascii="Corbel" w:hAnsi="Corbel"/>
                <w:sz w:val="24"/>
              </w:rPr>
              <w:t>Scriptorium</w:t>
            </w:r>
            <w:proofErr w:type="spellEnd"/>
            <w:r w:rsidRPr="00C31D84">
              <w:rPr>
                <w:rFonts w:ascii="Corbel" w:hAnsi="Corbel"/>
                <w:sz w:val="24"/>
              </w:rPr>
              <w:t>, Poznań-Opole 2011.</w:t>
            </w:r>
          </w:p>
          <w:p w14:paraId="39C17214" w14:textId="77777777" w:rsidR="00807D65" w:rsidRPr="00C31D84" w:rsidRDefault="00807D65" w:rsidP="0016215D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>Nowe media: wyzwania i ograniczenia</w:t>
            </w:r>
            <w:r w:rsidRPr="00C31D84">
              <w:rPr>
                <w:rFonts w:ascii="Corbel" w:hAnsi="Corbel"/>
                <w:sz w:val="24"/>
              </w:rPr>
              <w:t xml:space="preserve">, Oficyna Wydawnicza </w:t>
            </w:r>
            <w:proofErr w:type="spellStart"/>
            <w:r w:rsidRPr="00C31D84">
              <w:rPr>
                <w:rFonts w:ascii="Corbel" w:hAnsi="Corbel"/>
                <w:sz w:val="24"/>
              </w:rPr>
              <w:t>Aspra</w:t>
            </w:r>
            <w:proofErr w:type="spellEnd"/>
            <w:r w:rsidRPr="00C31D84">
              <w:rPr>
                <w:rFonts w:ascii="Corbel" w:hAnsi="Corbel"/>
                <w:sz w:val="24"/>
              </w:rPr>
              <w:t>-JR, Warszawa 2013.</w:t>
            </w:r>
          </w:p>
          <w:p w14:paraId="4D42291B" w14:textId="77777777" w:rsidR="00807D65" w:rsidRPr="00C31D84" w:rsidRDefault="00807D65" w:rsidP="0016215D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sz w:val="24"/>
              </w:rPr>
              <w:t xml:space="preserve">Olszański L., </w:t>
            </w:r>
            <w:r w:rsidRPr="00C31D84">
              <w:rPr>
                <w:rFonts w:ascii="Corbel" w:hAnsi="Corbel"/>
                <w:i/>
                <w:sz w:val="24"/>
              </w:rPr>
              <w:t>Media i dziennikarstwo internetowe</w:t>
            </w:r>
            <w:r w:rsidRPr="00C31D84">
              <w:rPr>
                <w:rFonts w:ascii="Corbel" w:hAnsi="Corbel"/>
                <w:sz w:val="24"/>
              </w:rPr>
              <w:t xml:space="preserve">, </w:t>
            </w:r>
            <w:proofErr w:type="spellStart"/>
            <w:r w:rsidRPr="00C31D84">
              <w:rPr>
                <w:rFonts w:ascii="Corbel" w:hAnsi="Corbel"/>
                <w:sz w:val="24"/>
              </w:rPr>
              <w:t>Poltext</w:t>
            </w:r>
            <w:proofErr w:type="spellEnd"/>
            <w:r w:rsidRPr="00C31D84">
              <w:rPr>
                <w:rFonts w:ascii="Corbel" w:hAnsi="Corbel"/>
                <w:sz w:val="24"/>
              </w:rPr>
              <w:t>, Warszawa 2012.</w:t>
            </w:r>
          </w:p>
          <w:p w14:paraId="37B5ECEB" w14:textId="045FD14E" w:rsidR="0085747A" w:rsidRPr="00297E45" w:rsidRDefault="00807D65" w:rsidP="0016215D">
            <w:pPr>
              <w:spacing w:after="0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sz w:val="24"/>
              </w:rPr>
              <w:t xml:space="preserve">Tomaszewska H., </w:t>
            </w:r>
            <w:r w:rsidRPr="00C31D84">
              <w:rPr>
                <w:rFonts w:ascii="Corbel" w:hAnsi="Corbel"/>
                <w:i/>
                <w:sz w:val="24"/>
              </w:rPr>
              <w:t>Młodzież, rówieśnicy i nowe media: społeczne funkcje technologii komunikacyjnych w życiu nastolatków</w:t>
            </w:r>
            <w:r w:rsidRPr="00C31D84">
              <w:rPr>
                <w:rFonts w:ascii="Corbel" w:hAnsi="Corbel"/>
                <w:sz w:val="24"/>
              </w:rPr>
              <w:t>, Wydawnictwo Akademickie Żak, Warszawa 2012.</w:t>
            </w:r>
          </w:p>
        </w:tc>
      </w:tr>
    </w:tbl>
    <w:p w14:paraId="3E460C3F" w14:textId="77777777" w:rsidR="0085747A" w:rsidRPr="00C31D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974E0A" w14:textId="77777777" w:rsidR="0085747A" w:rsidRPr="00C31D8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31D8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31D84" w:rsidSect="0016215D">
      <w:pgSz w:w="11906" w:h="16838"/>
      <w:pgMar w:top="426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DE2BD" w14:textId="77777777" w:rsidR="00265B81" w:rsidRDefault="00265B81" w:rsidP="00C16ABF">
      <w:pPr>
        <w:spacing w:after="0" w:line="240" w:lineRule="auto"/>
      </w:pPr>
      <w:r>
        <w:separator/>
      </w:r>
    </w:p>
  </w:endnote>
  <w:endnote w:type="continuationSeparator" w:id="0">
    <w:p w14:paraId="59FB5D73" w14:textId="77777777" w:rsidR="00265B81" w:rsidRDefault="00265B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1BA0B" w14:textId="77777777" w:rsidR="00265B81" w:rsidRDefault="00265B81" w:rsidP="00C16ABF">
      <w:pPr>
        <w:spacing w:after="0" w:line="240" w:lineRule="auto"/>
      </w:pPr>
      <w:r>
        <w:separator/>
      </w:r>
    </w:p>
  </w:footnote>
  <w:footnote w:type="continuationSeparator" w:id="0">
    <w:p w14:paraId="0C183BED" w14:textId="77777777" w:rsidR="00265B81" w:rsidRDefault="00265B81" w:rsidP="00C16ABF">
      <w:pPr>
        <w:spacing w:after="0" w:line="240" w:lineRule="auto"/>
      </w:pPr>
      <w:r>
        <w:continuationSeparator/>
      </w:r>
    </w:p>
  </w:footnote>
  <w:footnote w:id="1">
    <w:p w14:paraId="658A794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C15"/>
    <w:rsid w:val="00042A51"/>
    <w:rsid w:val="00042D2E"/>
    <w:rsid w:val="00044C82"/>
    <w:rsid w:val="00046FCA"/>
    <w:rsid w:val="00050506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82"/>
    <w:rsid w:val="00115307"/>
    <w:rsid w:val="00120BE3"/>
    <w:rsid w:val="00124BFF"/>
    <w:rsid w:val="0012560E"/>
    <w:rsid w:val="00127108"/>
    <w:rsid w:val="00134B13"/>
    <w:rsid w:val="00146BC0"/>
    <w:rsid w:val="00153C41"/>
    <w:rsid w:val="00154381"/>
    <w:rsid w:val="001603EB"/>
    <w:rsid w:val="0016215D"/>
    <w:rsid w:val="001640A7"/>
    <w:rsid w:val="00164FA7"/>
    <w:rsid w:val="00166A03"/>
    <w:rsid w:val="001718A7"/>
    <w:rsid w:val="001737CF"/>
    <w:rsid w:val="00176083"/>
    <w:rsid w:val="001812DF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B81"/>
    <w:rsid w:val="00281FF2"/>
    <w:rsid w:val="002857DE"/>
    <w:rsid w:val="00291567"/>
    <w:rsid w:val="00297E4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672"/>
    <w:rsid w:val="00361E59"/>
    <w:rsid w:val="00363F78"/>
    <w:rsid w:val="00364824"/>
    <w:rsid w:val="003954BD"/>
    <w:rsid w:val="003A0A5B"/>
    <w:rsid w:val="003A1176"/>
    <w:rsid w:val="003B065E"/>
    <w:rsid w:val="003C0BAE"/>
    <w:rsid w:val="003D18A9"/>
    <w:rsid w:val="003D5668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67740"/>
    <w:rsid w:val="005731EA"/>
    <w:rsid w:val="0059484D"/>
    <w:rsid w:val="005A0855"/>
    <w:rsid w:val="005A133C"/>
    <w:rsid w:val="005A3196"/>
    <w:rsid w:val="005C080F"/>
    <w:rsid w:val="005C55E5"/>
    <w:rsid w:val="005C696A"/>
    <w:rsid w:val="005E69CF"/>
    <w:rsid w:val="005E6E85"/>
    <w:rsid w:val="005F31D2"/>
    <w:rsid w:val="0061029B"/>
    <w:rsid w:val="00617230"/>
    <w:rsid w:val="00621CE1"/>
    <w:rsid w:val="00627FC9"/>
    <w:rsid w:val="006468A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73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D6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79A"/>
    <w:rsid w:val="008B502E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16188"/>
    <w:rsid w:val="00923D7D"/>
    <w:rsid w:val="0092684A"/>
    <w:rsid w:val="009508DF"/>
    <w:rsid w:val="00950DAC"/>
    <w:rsid w:val="00954A07"/>
    <w:rsid w:val="00966AD6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2B55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14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FE6"/>
    <w:rsid w:val="00B66529"/>
    <w:rsid w:val="00B75946"/>
    <w:rsid w:val="00B8056E"/>
    <w:rsid w:val="00B819C8"/>
    <w:rsid w:val="00B82308"/>
    <w:rsid w:val="00B90885"/>
    <w:rsid w:val="00BA0576"/>
    <w:rsid w:val="00BB520A"/>
    <w:rsid w:val="00BD3869"/>
    <w:rsid w:val="00BD66E9"/>
    <w:rsid w:val="00BD6FF4"/>
    <w:rsid w:val="00BE4D09"/>
    <w:rsid w:val="00BF2C41"/>
    <w:rsid w:val="00BF3FFA"/>
    <w:rsid w:val="00C016A4"/>
    <w:rsid w:val="00C058B4"/>
    <w:rsid w:val="00C05F44"/>
    <w:rsid w:val="00C131B5"/>
    <w:rsid w:val="00C16ABF"/>
    <w:rsid w:val="00C170AE"/>
    <w:rsid w:val="00C26CB7"/>
    <w:rsid w:val="00C31D84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1BF6"/>
    <w:rsid w:val="00CD28A7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1481"/>
    <w:rsid w:val="00DA2114"/>
    <w:rsid w:val="00DE09C0"/>
    <w:rsid w:val="00DE4A14"/>
    <w:rsid w:val="00DF320D"/>
    <w:rsid w:val="00DF71C8"/>
    <w:rsid w:val="00E022C6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7B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4CEE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1D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1D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1D8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1D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1D8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E860A-400C-408F-9EA5-CB6481E5C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927</Words>
  <Characters>5565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10</cp:revision>
  <cp:lastPrinted>2019-02-06T12:12:00Z</cp:lastPrinted>
  <dcterms:created xsi:type="dcterms:W3CDTF">2021-02-15T12:46:00Z</dcterms:created>
  <dcterms:modified xsi:type="dcterms:W3CDTF">2024-09-13T07:45:00Z</dcterms:modified>
</cp:coreProperties>
</file>